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2DCDD0" w14:textId="78662C09" w:rsidR="00672F55" w:rsidRDefault="009A48C5" w:rsidP="00F313CA">
      <w:pPr>
        <w:sectPr w:rsidR="00672F55" w:rsidSect="00AF1D46">
          <w:headerReference w:type="even" r:id="rId8"/>
          <w:headerReference w:type="default" r:id="rId9"/>
          <w:footerReference w:type="even" r:id="rId10"/>
          <w:footerReference w:type="default" r:id="rId11"/>
          <w:headerReference w:type="first" r:id="rId12"/>
          <w:footerReference w:type="first" r:id="rId13"/>
          <w:type w:val="continuous"/>
          <w:pgSz w:w="12240" w:h="15840"/>
          <w:pgMar w:top="1152" w:right="720" w:bottom="1008" w:left="1152" w:header="720" w:footer="432" w:gutter="0"/>
          <w:cols w:space="378"/>
          <w:titlePg/>
          <w:docGrid w:linePitch="360"/>
        </w:sectPr>
      </w:pPr>
      <w:r>
        <w:rPr>
          <w:noProof/>
        </w:rPr>
        <w:drawing>
          <wp:anchor distT="0" distB="0" distL="114300" distR="114300" simplePos="0" relativeHeight="251686912" behindDoc="0" locked="0" layoutInCell="1" allowOverlap="1" wp14:anchorId="42655150" wp14:editId="50EC7FC5">
            <wp:simplePos x="0" y="0"/>
            <wp:positionH relativeFrom="margin">
              <wp:posOffset>-705016</wp:posOffset>
            </wp:positionH>
            <wp:positionV relativeFrom="margin">
              <wp:posOffset>-585746</wp:posOffset>
            </wp:positionV>
            <wp:extent cx="7692390" cy="1282065"/>
            <wp:effectExtent l="0" t="0" r="0" b="635"/>
            <wp:wrapSquare wrapText="bothSides"/>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 3"/>
                    <pic:cNvPicPr/>
                  </pic:nvPicPr>
                  <pic:blipFill>
                    <a:blip r:embed="rId14"/>
                    <a:stretch>
                      <a:fillRect/>
                    </a:stretch>
                  </pic:blipFill>
                  <pic:spPr>
                    <a:xfrm>
                      <a:off x="0" y="0"/>
                      <a:ext cx="7692390" cy="1282065"/>
                    </a:xfrm>
                    <a:prstGeom prst="rect">
                      <a:avLst/>
                    </a:prstGeom>
                  </pic:spPr>
                </pic:pic>
              </a:graphicData>
            </a:graphic>
            <wp14:sizeRelH relativeFrom="margin">
              <wp14:pctWidth>0</wp14:pctWidth>
            </wp14:sizeRelH>
            <wp14:sizeRelV relativeFrom="margin">
              <wp14:pctHeight>0</wp14:pctHeight>
            </wp14:sizeRelV>
          </wp:anchor>
        </w:drawing>
      </w: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D67618">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AC1995"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56894" w14:textId="77777777" w:rsidR="00D67618" w:rsidRDefault="00D67618" w:rsidP="0018351F">
      <w:r>
        <w:separator/>
      </w:r>
    </w:p>
    <w:p w14:paraId="1B39AEF0" w14:textId="77777777" w:rsidR="00D67618" w:rsidRDefault="00D67618"/>
  </w:endnote>
  <w:endnote w:type="continuationSeparator" w:id="0">
    <w:p w14:paraId="0036A440" w14:textId="77777777" w:rsidR="00D67618" w:rsidRDefault="00D67618" w:rsidP="0018351F">
      <w:r>
        <w:continuationSeparator/>
      </w:r>
    </w:p>
    <w:p w14:paraId="4B47C939" w14:textId="77777777" w:rsidR="00D67618" w:rsidRDefault="00D67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notTrueType/>
    <w:pitch w:val="variable"/>
    <w:sig w:usb0="8000008B" w:usb1="100060EA"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40503050306020203"/>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081757807"/>
      <w:docPartObj>
        <w:docPartGallery w:val="Page Numbers (Bottom of Page)"/>
        <w:docPartUnique/>
      </w:docPartObj>
    </w:sdt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499259760"/>
      <w:docPartObj>
        <w:docPartGallery w:val="Page Numbers (Bottom of Page)"/>
        <w:docPartUnique/>
      </w:docPartObj>
    </w:sdt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2BBB2" w14:textId="77777777" w:rsidR="00D67618" w:rsidRDefault="00D67618" w:rsidP="0018351F">
      <w:r>
        <w:separator/>
      </w:r>
    </w:p>
    <w:p w14:paraId="1B876492" w14:textId="77777777" w:rsidR="00D67618" w:rsidRDefault="00D67618"/>
  </w:footnote>
  <w:footnote w:type="continuationSeparator" w:id="0">
    <w:p w14:paraId="4B0590DE" w14:textId="77777777" w:rsidR="00D67618" w:rsidRDefault="00D67618" w:rsidP="0018351F">
      <w:r>
        <w:continuationSeparator/>
      </w:r>
    </w:p>
    <w:p w14:paraId="2F93814C" w14:textId="77777777" w:rsidR="00D67618" w:rsidRDefault="00D676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4676" w14:textId="41179545" w:rsidR="00AC1995" w:rsidRDefault="000C1DA1" w:rsidP="00013FC3">
    <w:pPr>
      <w:jc w:val="center"/>
    </w:pPr>
    <w:r>
      <w:rPr>
        <w:noProof/>
      </w:rPr>
      <mc:AlternateContent>
        <mc:Choice Requires="wps">
          <w:drawing>
            <wp:anchor distT="0" distB="0" distL="114300" distR="114300" simplePos="0" relativeHeight="251661312" behindDoc="0" locked="0" layoutInCell="1" allowOverlap="1" wp14:anchorId="5B67F432" wp14:editId="13635934">
              <wp:simplePos x="0" y="0"/>
              <wp:positionH relativeFrom="column">
                <wp:posOffset>3268594</wp:posOffset>
              </wp:positionH>
              <wp:positionV relativeFrom="paragraph">
                <wp:posOffset>-216922</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0054A9AD" w:rsidR="00013FC3" w:rsidRPr="00DF7E79" w:rsidRDefault="000C1DA1" w:rsidP="00CF7608">
                          <w:pPr>
                            <w:pStyle w:val="Header"/>
                          </w:pPr>
                          <w:r>
                            <w:t xml:space="preserve">UC </w:t>
                          </w:r>
                          <w:r w:rsidR="00610DA1">
                            <w:t>Master</w:t>
                          </w:r>
                          <w:r>
                            <w:t xml:space="preserve"> Food Preserver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B67F432" id="_x0000_t202" coordsize="21600,21600" o:spt="202" path="m,l,21600r21600,l21600,xe">
              <v:stroke joinstyle="miter"/>
              <v:path gradientshapeok="t" o:connecttype="rect"/>
            </v:shapetype>
            <v:shape id="Text Box 9" o:spid="_x0000_s1032" type="#_x0000_t202" style="position:absolute;left:0;text-align:left;margin-left:257.35pt;margin-top:-17.1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" filled="f" stroked="f" strokeweight=".5pt">
              <v:textbox>
                <w:txbxContent>
                  <w:p w14:paraId="7E431C33" w14:textId="0054A9AD" w:rsidR="00013FC3" w:rsidRPr="00DF7E79" w:rsidRDefault="000C1DA1" w:rsidP="00CF7608">
                    <w:pPr>
                      <w:pStyle w:val="Header"/>
                    </w:pPr>
                    <w:r>
                      <w:t xml:space="preserve">UC </w:t>
                    </w:r>
                    <w:r w:rsidR="00610DA1">
                      <w:t>Master</w:t>
                    </w:r>
                    <w:r>
                      <w:t xml:space="preserve"> Food Preserver</w:t>
                    </w:r>
                  </w:p>
                </w:txbxContent>
              </v:textbox>
            </v:shape>
          </w:pict>
        </mc:Fallback>
      </mc:AlternateContent>
    </w:r>
    <w:r w:rsidR="00EA546B">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sidR="00EA546B">
      <w:rPr>
        <w:noProof/>
      </w:rPr>
      <mc:AlternateContent>
        <mc:Choice Requires="wps">
          <w:drawing>
            <wp:anchor distT="0" distB="0" distL="114300" distR="114300" simplePos="0" relativeHeight="251659264" behindDoc="0" locked="0" layoutInCell="1" allowOverlap="1" wp14:anchorId="50308CD4" wp14:editId="472FE779">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88E9FD"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" fillcolor="#ffd25d [1942]" stroked="f" strokeweight="1pt">
              <w10:wrap anchorx="page"/>
            </v:rect>
          </w:pict>
        </mc:Fallback>
      </mc:AlternateContent>
    </w:r>
  </w:p>
  <w:p w14:paraId="0BBFEFAB" w14:textId="77777777" w:rsidR="00AC1995" w:rsidRDefault="00AC199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2125953049">
    <w:abstractNumId w:val="2"/>
  </w:num>
  <w:num w:numId="2" w16cid:durableId="1317763165">
    <w:abstractNumId w:val="0"/>
  </w:num>
  <w:num w:numId="3" w16cid:durableId="572085664">
    <w:abstractNumId w:val="1"/>
  </w:num>
  <w:num w:numId="4" w16cid:durableId="117973091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US" w:vendorID="64" w:dllVersion="0"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959AD"/>
    <w:rsid w:val="000B1D0C"/>
    <w:rsid w:val="000B491E"/>
    <w:rsid w:val="000C1DA1"/>
    <w:rsid w:val="000C4468"/>
    <w:rsid w:val="000C4DFB"/>
    <w:rsid w:val="000E38A3"/>
    <w:rsid w:val="000F0897"/>
    <w:rsid w:val="000F4DA2"/>
    <w:rsid w:val="001065C2"/>
    <w:rsid w:val="00133C56"/>
    <w:rsid w:val="0014143F"/>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A2FE8"/>
    <w:rsid w:val="003C1E2D"/>
    <w:rsid w:val="003D72FA"/>
    <w:rsid w:val="003E1450"/>
    <w:rsid w:val="003E7F11"/>
    <w:rsid w:val="00495907"/>
    <w:rsid w:val="004A311C"/>
    <w:rsid w:val="004B48AB"/>
    <w:rsid w:val="004D6282"/>
    <w:rsid w:val="004D68AE"/>
    <w:rsid w:val="004F768E"/>
    <w:rsid w:val="00516F14"/>
    <w:rsid w:val="00523B58"/>
    <w:rsid w:val="005520DE"/>
    <w:rsid w:val="005601B5"/>
    <w:rsid w:val="005741FC"/>
    <w:rsid w:val="005A03A3"/>
    <w:rsid w:val="005B4797"/>
    <w:rsid w:val="005E626D"/>
    <w:rsid w:val="00600463"/>
    <w:rsid w:val="00605F84"/>
    <w:rsid w:val="00610DA1"/>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8F1731"/>
    <w:rsid w:val="00901EFC"/>
    <w:rsid w:val="00913D74"/>
    <w:rsid w:val="00913F7C"/>
    <w:rsid w:val="009411A3"/>
    <w:rsid w:val="0097224D"/>
    <w:rsid w:val="009A48C5"/>
    <w:rsid w:val="009E3EE5"/>
    <w:rsid w:val="009F06BF"/>
    <w:rsid w:val="00A12AB6"/>
    <w:rsid w:val="00A14706"/>
    <w:rsid w:val="00A2103F"/>
    <w:rsid w:val="00A31ACE"/>
    <w:rsid w:val="00A33067"/>
    <w:rsid w:val="00A41205"/>
    <w:rsid w:val="00A4131E"/>
    <w:rsid w:val="00A41EC9"/>
    <w:rsid w:val="00A7728E"/>
    <w:rsid w:val="00AB6D1B"/>
    <w:rsid w:val="00AC1995"/>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80994"/>
    <w:rsid w:val="00C81F42"/>
    <w:rsid w:val="00C905B6"/>
    <w:rsid w:val="00C96127"/>
    <w:rsid w:val="00C96AD3"/>
    <w:rsid w:val="00CA5860"/>
    <w:rsid w:val="00CB6C72"/>
    <w:rsid w:val="00CF1ACD"/>
    <w:rsid w:val="00CF7608"/>
    <w:rsid w:val="00D01315"/>
    <w:rsid w:val="00D21AF8"/>
    <w:rsid w:val="00D334AA"/>
    <w:rsid w:val="00D347BB"/>
    <w:rsid w:val="00D5322D"/>
    <w:rsid w:val="00D67618"/>
    <w:rsid w:val="00D735F1"/>
    <w:rsid w:val="00D87C54"/>
    <w:rsid w:val="00DA0C10"/>
    <w:rsid w:val="00DC6BB5"/>
    <w:rsid w:val="00DE01A3"/>
    <w:rsid w:val="00DE4230"/>
    <w:rsid w:val="00DF45FE"/>
    <w:rsid w:val="00DF7E79"/>
    <w:rsid w:val="00E05660"/>
    <w:rsid w:val="00E16531"/>
    <w:rsid w:val="00E5661F"/>
    <w:rsid w:val="00E76CF3"/>
    <w:rsid w:val="00E85E4F"/>
    <w:rsid w:val="00EA11A4"/>
    <w:rsid w:val="00EA546B"/>
    <w:rsid w:val="00ED642E"/>
    <w:rsid w:val="00EE2495"/>
    <w:rsid w:val="00EE2BBD"/>
    <w:rsid w:val="00F020E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2C4C-C9AF-4D40-B52F-74DED1987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33</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10</cp:revision>
  <cp:lastPrinted>2019-08-08T18:45:00Z</cp:lastPrinted>
  <dcterms:created xsi:type="dcterms:W3CDTF">2019-08-08T17:52:00Z</dcterms:created>
  <dcterms:modified xsi:type="dcterms:W3CDTF">2025-12-10T04:55:00Z</dcterms:modified>
</cp:coreProperties>
</file>